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CE2F4" w14:textId="77777777" w:rsidR="00F20901" w:rsidRPr="00F20901" w:rsidRDefault="00F20901" w:rsidP="00F20901">
      <w:pPr>
        <w:spacing w:after="0"/>
        <w:rPr>
          <w:rFonts w:ascii="Consolas" w:hAnsi="Consolas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71449B" w14:paraId="5A2C2A02" w14:textId="77777777" w:rsidTr="00393BEF">
        <w:tc>
          <w:tcPr>
            <w:tcW w:w="10194" w:type="dxa"/>
          </w:tcPr>
          <w:p w14:paraId="0FEB8A7A" w14:textId="77777777" w:rsidR="00BB1871" w:rsidRDefault="00622058" w:rsidP="00001EE9">
            <w:pPr>
              <w:spacing w:after="0"/>
              <w:rPr>
                <w:rFonts w:ascii="Consolas" w:hAnsi="Consolas" w:cs="Arial"/>
                <w:sz w:val="16"/>
                <w:szCs w:val="16"/>
              </w:rPr>
            </w:pPr>
            <w:bookmarkStart w:id="0" w:name="DATA"/>
            <w:bookmarkEnd w:id="0"/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7696" behindDoc="0" locked="0" layoutInCell="1" allowOverlap="1" wp14:anchorId="2280FA3A" wp14:editId="490C41A3">
                      <wp:simplePos x="0" y="0"/>
                      <wp:positionH relativeFrom="column">
                        <wp:posOffset>3643630</wp:posOffset>
                      </wp:positionH>
                      <wp:positionV relativeFrom="paragraph">
                        <wp:posOffset>1602105</wp:posOffset>
                      </wp:positionV>
                      <wp:extent cx="357505" cy="246380"/>
                      <wp:effectExtent l="0" t="0" r="2857" b="0"/>
                      <wp:wrapNone/>
                      <wp:docPr id="15" name="Casella di tes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57505" cy="246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3A1CA7" w14:textId="77777777" w:rsidR="0059276B" w:rsidRPr="00766959" w:rsidRDefault="0059276B" w:rsidP="0059276B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" w:name="CoperchioInf"/>
                                  <w:bookmarkEnd w:id="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80FA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5" o:spid="_x0000_s1026" type="#_x0000_t202" style="position:absolute;margin-left:286.9pt;margin-top:126.15pt;width:28.15pt;height:19.4pt;rotation:-90;z-index:2516776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" filled="f" stroked="f" strokeweight=".5pt">
                      <v:textbox>
                        <w:txbxContent>
                          <w:p w14:paraId="133A1CA7" w14:textId="77777777" w:rsidR="0059276B" w:rsidRPr="00766959" w:rsidRDefault="0059276B" w:rsidP="0059276B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CoperchioInf"/>
                            <w:bookmarkEnd w:id="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3F55"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 wp14:anchorId="763ED763" wp14:editId="63D9F49D">
                      <wp:simplePos x="0" y="0"/>
                      <wp:positionH relativeFrom="column">
                        <wp:posOffset>1391285</wp:posOffset>
                      </wp:positionH>
                      <wp:positionV relativeFrom="paragraph">
                        <wp:posOffset>1895001</wp:posOffset>
                      </wp:positionV>
                      <wp:extent cx="357809" cy="246490"/>
                      <wp:effectExtent l="0" t="0" r="0" b="1270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7809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A738E7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3" w:name="SpallaSx"/>
                                  <w:bookmarkEnd w:id="3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ED763" id="Casella di testo 4" o:spid="_x0000_s1027" type="#_x0000_t202" style="position:absolute;margin-left:109.55pt;margin-top:149.2pt;width:28.15pt;height:19.4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" filled="f" stroked="f" strokeweight=".5pt">
                      <v:textbox>
                        <w:txbxContent>
                          <w:p w14:paraId="77A738E7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4" w:name="SpallaSx"/>
                            <w:bookmarkEnd w:id="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3F55"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1552" behindDoc="0" locked="0" layoutInCell="1" allowOverlap="1" wp14:anchorId="3B8A0A6B" wp14:editId="39BE8D7A">
                      <wp:simplePos x="0" y="0"/>
                      <wp:positionH relativeFrom="column">
                        <wp:posOffset>3346439</wp:posOffset>
                      </wp:positionH>
                      <wp:positionV relativeFrom="paragraph">
                        <wp:posOffset>1892594</wp:posOffset>
                      </wp:positionV>
                      <wp:extent cx="357809" cy="246490"/>
                      <wp:effectExtent l="0" t="0" r="0" b="1270"/>
                      <wp:wrapNone/>
                      <wp:docPr id="10" name="Casella di tes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7809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E4F00A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5" w:name="SpallaDx"/>
                                  <w:bookmarkEnd w:id="5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A0A6B" id="Casella di testo 10" o:spid="_x0000_s1028" type="#_x0000_t202" style="position:absolute;margin-left:263.5pt;margin-top:149pt;width:28.15pt;height:19.4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" filled="f" stroked="f" strokeweight=".5pt">
                      <v:textbox>
                        <w:txbxContent>
                          <w:p w14:paraId="3BE4F00A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6" w:name="SpallaDx"/>
                            <w:bookmarkEnd w:id="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3F55"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5E465CA8" wp14:editId="4C5D82FB">
                      <wp:simplePos x="0" y="0"/>
                      <wp:positionH relativeFrom="column">
                        <wp:posOffset>2460047</wp:posOffset>
                      </wp:positionH>
                      <wp:positionV relativeFrom="paragraph">
                        <wp:posOffset>946738</wp:posOffset>
                      </wp:positionV>
                      <wp:extent cx="397566" cy="246380"/>
                      <wp:effectExtent l="0" t="0" r="0" b="1270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566" cy="246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6A4DE5" w14:textId="77777777" w:rsidR="0034547F" w:rsidRPr="00766959" w:rsidRDefault="0034547F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7" w:name="PassoAlette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65CA8" id="Casella di testo 2" o:spid="_x0000_s1029" type="#_x0000_t202" style="position:absolute;margin-left:193.7pt;margin-top:74.55pt;width:31.3pt;height:19.4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" filled="f" stroked="f" strokeweight=".5pt">
                      <v:textbox>
                        <w:txbxContent>
                          <w:p w14:paraId="2D6A4DE5" w14:textId="77777777" w:rsidR="0034547F" w:rsidRPr="00766959" w:rsidRDefault="0034547F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8" w:name="PassoAlette"/>
                            <w:bookmarkEnd w:id="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3F55"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7456" behindDoc="0" locked="0" layoutInCell="1" allowOverlap="1" wp14:anchorId="3A76AAE1" wp14:editId="75864F74">
                      <wp:simplePos x="0" y="0"/>
                      <wp:positionH relativeFrom="column">
                        <wp:posOffset>2290653</wp:posOffset>
                      </wp:positionH>
                      <wp:positionV relativeFrom="paragraph">
                        <wp:posOffset>2215818</wp:posOffset>
                      </wp:positionV>
                      <wp:extent cx="527050" cy="209804"/>
                      <wp:effectExtent l="0" t="0" r="0" b="0"/>
                      <wp:wrapNone/>
                      <wp:docPr id="8" name="Casella di tes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7050" cy="20980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4C73CC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9" w:name="LT"/>
                                  <w:bookmarkEnd w:id="9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76AAE1" id="Casella di testo 8" o:spid="_x0000_s1030" type="#_x0000_t202" style="position:absolute;margin-left:180.35pt;margin-top:174.45pt;width:41.5pt;height:16.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" filled="f" stroked="f" strokeweight=".5pt">
                      <v:textbox>
                        <w:txbxContent>
                          <w:p w14:paraId="124C73CC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0" w:name="LT"/>
                            <w:bookmarkEnd w:id="1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3F55"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83840" behindDoc="0" locked="0" layoutInCell="1" allowOverlap="1" wp14:anchorId="3CA30D8D" wp14:editId="564BB02A">
                      <wp:simplePos x="0" y="0"/>
                      <wp:positionH relativeFrom="column">
                        <wp:posOffset>3854516</wp:posOffset>
                      </wp:positionH>
                      <wp:positionV relativeFrom="paragraph">
                        <wp:posOffset>897701</wp:posOffset>
                      </wp:positionV>
                      <wp:extent cx="532530" cy="246490"/>
                      <wp:effectExtent l="0" t="0" r="0" b="0"/>
                      <wp:wrapNone/>
                      <wp:docPr id="18" name="Casella di tes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532530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1AC743" w14:textId="77777777" w:rsidR="0059276B" w:rsidRPr="00766959" w:rsidRDefault="0059276B" w:rsidP="0059276B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1" w:name="HT"/>
                                  <w:bookmarkEnd w:id="1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30D8D" id="Casella di testo 18" o:spid="_x0000_s1031" type="#_x0000_t202" style="position:absolute;margin-left:303.5pt;margin-top:70.7pt;width:41.95pt;height:19.4pt;rotation:-90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" filled="f" stroked="f" strokeweight=".5pt">
                      <v:textbox>
                        <w:txbxContent>
                          <w:p w14:paraId="021AC743" w14:textId="77777777" w:rsidR="0059276B" w:rsidRPr="00766959" w:rsidRDefault="0059276B" w:rsidP="0059276B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2" w:name="HT"/>
                            <w:bookmarkEnd w:id="1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3F55"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3600" behindDoc="0" locked="0" layoutInCell="1" allowOverlap="1" wp14:anchorId="30B22236" wp14:editId="3CD73B1F">
                      <wp:simplePos x="0" y="0"/>
                      <wp:positionH relativeFrom="column">
                        <wp:posOffset>718052</wp:posOffset>
                      </wp:positionH>
                      <wp:positionV relativeFrom="paragraph">
                        <wp:posOffset>1351867</wp:posOffset>
                      </wp:positionV>
                      <wp:extent cx="699715" cy="246490"/>
                      <wp:effectExtent l="0" t="0" r="0" b="1270"/>
                      <wp:wrapNone/>
                      <wp:docPr id="13" name="Casella di test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9715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C9DBF4" w14:textId="77777777" w:rsidR="00027D2D" w:rsidRPr="00766959" w:rsidRDefault="00027D2D" w:rsidP="00393BEF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3" w:name="DiaOUT"/>
                                  <w:bookmarkEnd w:id="13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B22236" id="Casella di testo 13" o:spid="_x0000_s1032" type="#_x0000_t202" style="position:absolute;margin-left:56.55pt;margin-top:106.45pt;width:55.1pt;height:19.4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" filled="f" stroked="f" strokeweight=".5pt">
                      <v:textbox>
                        <w:txbxContent>
                          <w:p w14:paraId="38C9DBF4" w14:textId="77777777" w:rsidR="00027D2D" w:rsidRPr="00766959" w:rsidRDefault="00027D2D" w:rsidP="00393BEF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4" w:name="DiaOUT"/>
                            <w:bookmarkEnd w:id="1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3F55"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5648" behindDoc="0" locked="0" layoutInCell="1" allowOverlap="1" wp14:anchorId="2803F55F" wp14:editId="3AE90093">
                      <wp:simplePos x="0" y="0"/>
                      <wp:positionH relativeFrom="column">
                        <wp:posOffset>717417</wp:posOffset>
                      </wp:positionH>
                      <wp:positionV relativeFrom="paragraph">
                        <wp:posOffset>269647</wp:posOffset>
                      </wp:positionV>
                      <wp:extent cx="699135" cy="246380"/>
                      <wp:effectExtent l="0" t="0" r="0" b="1270"/>
                      <wp:wrapNone/>
                      <wp:docPr id="14" name="Casella di test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9135" cy="246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9F1083" w14:textId="77777777" w:rsidR="00027D2D" w:rsidRPr="00766959" w:rsidRDefault="00027D2D" w:rsidP="00393BEF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5" w:name="DiaIN"/>
                                  <w:bookmarkEnd w:id="15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03F55F" id="Casella di testo 14" o:spid="_x0000_s1033" type="#_x0000_t202" style="position:absolute;margin-left:56.5pt;margin-top:21.25pt;width:55.05pt;height:19.4pt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" filled="f" stroked="f" strokeweight=".5pt">
                      <v:textbox>
                        <w:txbxContent>
                          <w:p w14:paraId="519F1083" w14:textId="77777777" w:rsidR="00027D2D" w:rsidRPr="00766959" w:rsidRDefault="00027D2D" w:rsidP="00393BEF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6" w:name="DiaIN"/>
                            <w:bookmarkEnd w:id="16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3F55"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85888" behindDoc="0" locked="0" layoutInCell="1" allowOverlap="1" wp14:anchorId="17C7D0AF" wp14:editId="679D95C6">
                      <wp:simplePos x="0" y="0"/>
                      <wp:positionH relativeFrom="column">
                        <wp:posOffset>3644489</wp:posOffset>
                      </wp:positionH>
                      <wp:positionV relativeFrom="paragraph">
                        <wp:posOffset>251882</wp:posOffset>
                      </wp:positionV>
                      <wp:extent cx="357505" cy="246380"/>
                      <wp:effectExtent l="0" t="0" r="2857" b="0"/>
                      <wp:wrapNone/>
                      <wp:docPr id="5" name="Casella di tes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57505" cy="246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04686C" w14:textId="77777777" w:rsidR="00D77C20" w:rsidRPr="00766959" w:rsidRDefault="00D77C20" w:rsidP="00D77C20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7" w:name="CoperchioSup"/>
                                  <w:bookmarkEnd w:id="1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7D0AF" id="Casella di testo 5" o:spid="_x0000_s1034" type="#_x0000_t202" style="position:absolute;margin-left:286.95pt;margin-top:19.85pt;width:28.15pt;height:19.4pt;rotation:-90;z-index:2516858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" filled="f" stroked="f" strokeweight=".5pt">
                      <v:textbox>
                        <w:txbxContent>
                          <w:p w14:paraId="4004686C" w14:textId="77777777" w:rsidR="00D77C20" w:rsidRPr="00766959" w:rsidRDefault="00D77C20" w:rsidP="00D77C20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8" w:name="CoperchioSup"/>
                            <w:bookmarkEnd w:id="1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3F55"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9504" behindDoc="0" locked="0" layoutInCell="1" allowOverlap="1" wp14:anchorId="2387C2B8" wp14:editId="2A45D500">
                      <wp:simplePos x="0" y="0"/>
                      <wp:positionH relativeFrom="column">
                        <wp:posOffset>4691465</wp:posOffset>
                      </wp:positionH>
                      <wp:positionV relativeFrom="paragraph">
                        <wp:posOffset>1887514</wp:posOffset>
                      </wp:positionV>
                      <wp:extent cx="527050" cy="246490"/>
                      <wp:effectExtent l="0" t="0" r="0" b="1270"/>
                      <wp:wrapNone/>
                      <wp:docPr id="9" name="Casella di tes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7050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AB5D86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9" w:name="BT"/>
                                  <w:bookmarkEnd w:id="19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87C2B8" id="Casella di testo 9" o:spid="_x0000_s1035" type="#_x0000_t202" style="position:absolute;margin-left:369.4pt;margin-top:148.6pt;width:41.5pt;height:19.4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" filled="f" stroked="f" strokeweight=".5pt">
                      <v:textbox>
                        <w:txbxContent>
                          <w:p w14:paraId="5FAB5D86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0" w:name="BT"/>
                            <w:bookmarkEnd w:id="20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3F55"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5408" behindDoc="0" locked="0" layoutInCell="1" allowOverlap="1" wp14:anchorId="540937C4" wp14:editId="00AD4115">
                      <wp:simplePos x="0" y="0"/>
                      <wp:positionH relativeFrom="column">
                        <wp:posOffset>2293685</wp:posOffset>
                      </wp:positionH>
                      <wp:positionV relativeFrom="paragraph">
                        <wp:posOffset>1891959</wp:posOffset>
                      </wp:positionV>
                      <wp:extent cx="527050" cy="246490"/>
                      <wp:effectExtent l="0" t="0" r="0" b="12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7050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38BFA4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21" w:name="BL"/>
                                  <w:bookmarkEnd w:id="2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937C4" id="Casella di testo 6" o:spid="_x0000_s1036" type="#_x0000_t202" style="position:absolute;margin-left:180.6pt;margin-top:148.95pt;width:41.5pt;height:19.4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" filled="f" stroked="f" strokeweight=".5pt">
                      <v:textbox>
                        <w:txbxContent>
                          <w:p w14:paraId="5D38BFA4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2" w:name="BL"/>
                            <w:bookmarkEnd w:id="2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3F55"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81792" behindDoc="0" locked="0" layoutInCell="1" allowOverlap="1" wp14:anchorId="11A6852B" wp14:editId="3C4F817D">
                      <wp:simplePos x="0" y="0"/>
                      <wp:positionH relativeFrom="column">
                        <wp:posOffset>3558445</wp:posOffset>
                      </wp:positionH>
                      <wp:positionV relativeFrom="paragraph">
                        <wp:posOffset>907225</wp:posOffset>
                      </wp:positionV>
                      <wp:extent cx="532530" cy="246490"/>
                      <wp:effectExtent l="0" t="0" r="0" b="0"/>
                      <wp:wrapNone/>
                      <wp:docPr id="17" name="Casella di test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532530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5F71E6" w14:textId="77777777" w:rsidR="0059276B" w:rsidRPr="00766959" w:rsidRDefault="0059276B" w:rsidP="0059276B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23" w:name="BH"/>
                                  <w:bookmarkEnd w:id="23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A6852B" id="Casella di testo 17" o:spid="_x0000_s1037" type="#_x0000_t202" style="position:absolute;margin-left:280.2pt;margin-top:71.45pt;width:41.95pt;height:19.4pt;rotation:-90;z-index:2516817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" filled="f" stroked="f" strokeweight=".5pt">
                      <v:textbox>
                        <w:txbxContent>
                          <w:p w14:paraId="225F71E6" w14:textId="77777777" w:rsidR="0059276B" w:rsidRPr="00766959" w:rsidRDefault="0059276B" w:rsidP="0059276B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4" w:name="BH"/>
                            <w:bookmarkEnd w:id="2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1760">
              <w:object w:dxaOrig="8745" w:dyaOrig="5220" w14:anchorId="512766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7.4pt;height:261pt" o:ole="">
                  <v:imagedata r:id="rId7" o:title=""/>
                </v:shape>
                <o:OLEObject Type="Embed" ProgID="PBrush" ShapeID="_x0000_i1025" DrawAspect="Content" ObjectID="_1789293285" r:id="rId8"/>
              </w:object>
            </w:r>
          </w:p>
        </w:tc>
      </w:tr>
    </w:tbl>
    <w:p w14:paraId="6B5477B3" w14:textId="77777777" w:rsidR="004C7FC9" w:rsidRPr="00DB3666" w:rsidRDefault="004C7FC9" w:rsidP="00CC5CC1">
      <w:pPr>
        <w:spacing w:after="0"/>
        <w:rPr>
          <w:rFonts w:ascii="Consolas" w:hAnsi="Consolas" w:cs="Arial"/>
          <w:sz w:val="16"/>
          <w:szCs w:val="16"/>
        </w:rPr>
      </w:pPr>
    </w:p>
    <w:sectPr w:rsidR="004C7FC9" w:rsidRPr="00DB3666" w:rsidSect="00E154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62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B3A16" w14:textId="77777777" w:rsidR="001A5AAA" w:rsidRDefault="001A5AAA" w:rsidP="00F430EA">
      <w:pPr>
        <w:spacing w:after="0" w:line="240" w:lineRule="auto"/>
      </w:pPr>
      <w:r>
        <w:separator/>
      </w:r>
    </w:p>
  </w:endnote>
  <w:endnote w:type="continuationSeparator" w:id="0">
    <w:p w14:paraId="3CEA507A" w14:textId="77777777" w:rsidR="001A5AAA" w:rsidRDefault="001A5AAA" w:rsidP="00F4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C0D4C" w14:textId="77777777" w:rsidR="00B83B05" w:rsidRDefault="00B83B0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06A6A" w14:textId="77777777" w:rsidR="00620D56" w:rsidRDefault="00620D56" w:rsidP="00620D56">
    <w:pPr>
      <w:pStyle w:val="Pidipagina"/>
      <w:jc w:val="center"/>
    </w:pPr>
    <w:r>
      <w:t>Pag</w:t>
    </w:r>
    <w:r w:rsidR="00B83B05">
      <w:t>.</w:t>
    </w:r>
    <w:r>
      <w:t xml:space="preserve"> </w:t>
    </w:r>
    <w:r>
      <w:fldChar w:fldCharType="begin"/>
    </w:r>
    <w:r>
      <w:instrText xml:space="preserve"> PAGE  \* Arabic  \* MERGEFORMAT </w:instrText>
    </w:r>
    <w:r>
      <w:fldChar w:fldCharType="separate"/>
    </w:r>
    <w:r w:rsidR="00491760">
      <w:rPr>
        <w:noProof/>
      </w:rPr>
      <w:t>1</w:t>
    </w:r>
    <w:r>
      <w:fldChar w:fldCharType="end"/>
    </w:r>
    <w:r w:rsidR="001E1C4B">
      <w:t>/</w:t>
    </w:r>
    <w:r w:rsidR="00D82962">
      <w:fldChar w:fldCharType="begin"/>
    </w:r>
    <w:r w:rsidR="00D82962">
      <w:instrText xml:space="preserve"> NUMPAGES   \* MERGEFORMAT </w:instrText>
    </w:r>
    <w:r w:rsidR="00D82962">
      <w:fldChar w:fldCharType="separate"/>
    </w:r>
    <w:r w:rsidR="00491760">
      <w:rPr>
        <w:noProof/>
      </w:rPr>
      <w:t>1</w:t>
    </w:r>
    <w:r w:rsidR="00D8296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F4920" w14:textId="77777777" w:rsidR="00B83B05" w:rsidRDefault="00B83B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C6A86" w14:textId="77777777" w:rsidR="001A5AAA" w:rsidRDefault="001A5AAA" w:rsidP="00F430EA">
      <w:pPr>
        <w:spacing w:after="0" w:line="240" w:lineRule="auto"/>
      </w:pPr>
      <w:r>
        <w:separator/>
      </w:r>
    </w:p>
  </w:footnote>
  <w:footnote w:type="continuationSeparator" w:id="0">
    <w:p w14:paraId="12976472" w14:textId="77777777" w:rsidR="001A5AAA" w:rsidRDefault="001A5AAA" w:rsidP="00F43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1A321" w14:textId="77777777" w:rsidR="00B83B05" w:rsidRDefault="00B83B0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5256"/>
      <w:gridCol w:w="3533"/>
      <w:gridCol w:w="1415"/>
    </w:tblGrid>
    <w:tr w:rsidR="00E644FA" w:rsidRPr="00666543" w14:paraId="697D208E" w14:textId="77777777" w:rsidTr="00045DBD">
      <w:tc>
        <w:tcPr>
          <w:tcW w:w="5256" w:type="dxa"/>
          <w:vMerge w:val="restart"/>
          <w:shd w:val="clear" w:color="auto" w:fill="auto"/>
          <w:vAlign w:val="center"/>
        </w:tcPr>
        <w:p w14:paraId="2D2D01F2" w14:textId="2B7FEF76" w:rsidR="00F430EA" w:rsidRPr="00666543" w:rsidRDefault="00D82962">
          <w:pPr>
            <w:pStyle w:val="Intestazione"/>
            <w:rPr>
              <w:rFonts w:ascii="Tahoma" w:hAnsi="Tahoma" w:cs="Tahoma"/>
            </w:rPr>
          </w:pPr>
          <w:r>
            <w:rPr>
              <w:noProof/>
            </w:rPr>
            <w:drawing>
              <wp:inline distT="0" distB="0" distL="0" distR="0" wp14:anchorId="66125A21" wp14:editId="6918A324">
                <wp:extent cx="2800350" cy="593090"/>
                <wp:effectExtent l="0" t="0" r="0" b="0"/>
                <wp:docPr id="632831354" name="Immagine 1" descr="Immagine che contiene Carattere, testo, logo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2831354" name="Immagine 1" descr="Immagine che contiene Carattere, testo, logo, Elementi grafici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0350" cy="5930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33" w:type="dxa"/>
          <w:shd w:val="clear" w:color="auto" w:fill="auto"/>
          <w:vAlign w:val="center"/>
        </w:tcPr>
        <w:p w14:paraId="32B070DD" w14:textId="77777777" w:rsidR="00531AC7" w:rsidRPr="00666543" w:rsidRDefault="00531AC7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</w:p>
        <w:p w14:paraId="35E6A0DB" w14:textId="77777777" w:rsidR="00F430EA" w:rsidRPr="00666543" w:rsidRDefault="00F430EA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</w:p>
      </w:tc>
      <w:tc>
        <w:tcPr>
          <w:tcW w:w="1415" w:type="dxa"/>
          <w:shd w:val="clear" w:color="auto" w:fill="auto"/>
          <w:vAlign w:val="center"/>
        </w:tcPr>
        <w:p w14:paraId="6BB5D1D7" w14:textId="77777777" w:rsidR="00531AC7" w:rsidRPr="00666543" w:rsidRDefault="00531AC7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</w:p>
        <w:p w14:paraId="39400E9B" w14:textId="10E1FA43" w:rsidR="00F430EA" w:rsidRPr="00666543" w:rsidRDefault="00A0148E" w:rsidP="00A0148E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fldChar w:fldCharType="begin"/>
          </w:r>
          <w:r w:rsidRPr="00666543">
            <w:rPr>
              <w:rFonts w:ascii="Tahoma" w:hAnsi="Tahoma" w:cs="Tahoma"/>
            </w:rPr>
            <w:instrText xml:space="preserve"> TIME \@ "dd/MM/yy" </w:instrText>
          </w:r>
          <w:r w:rsidRPr="00666543">
            <w:rPr>
              <w:rFonts w:ascii="Tahoma" w:hAnsi="Tahoma" w:cs="Tahoma"/>
            </w:rPr>
            <w:fldChar w:fldCharType="separate"/>
          </w:r>
          <w:r w:rsidR="00D82962">
            <w:rPr>
              <w:rFonts w:ascii="Tahoma" w:hAnsi="Tahoma" w:cs="Tahoma"/>
              <w:noProof/>
            </w:rPr>
            <w:t>01/10/24</w:t>
          </w:r>
          <w:r w:rsidRPr="00666543">
            <w:rPr>
              <w:rFonts w:ascii="Tahoma" w:hAnsi="Tahoma" w:cs="Tahoma"/>
            </w:rPr>
            <w:fldChar w:fldCharType="end"/>
          </w:r>
        </w:p>
      </w:tc>
    </w:tr>
    <w:tr w:rsidR="00E644FA" w:rsidRPr="00666543" w14:paraId="32CD60E1" w14:textId="77777777" w:rsidTr="00045DBD">
      <w:tc>
        <w:tcPr>
          <w:tcW w:w="5256" w:type="dxa"/>
          <w:vMerge/>
          <w:shd w:val="clear" w:color="auto" w:fill="auto"/>
          <w:vAlign w:val="center"/>
        </w:tcPr>
        <w:p w14:paraId="0056D609" w14:textId="77777777" w:rsidR="00F430EA" w:rsidRPr="00666543" w:rsidRDefault="00F430EA">
          <w:pPr>
            <w:pStyle w:val="Intestazione"/>
            <w:rPr>
              <w:rFonts w:ascii="Tahoma" w:hAnsi="Tahoma" w:cs="Tahoma"/>
            </w:rPr>
          </w:pPr>
        </w:p>
      </w:tc>
      <w:tc>
        <w:tcPr>
          <w:tcW w:w="3533" w:type="dxa"/>
          <w:shd w:val="clear" w:color="auto" w:fill="auto"/>
          <w:vAlign w:val="center"/>
        </w:tcPr>
        <w:p w14:paraId="1E5DC0B5" w14:textId="77777777" w:rsidR="00F430EA" w:rsidRPr="00666543" w:rsidRDefault="00F430EA" w:rsidP="00B83B05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t>Software vers</w:t>
          </w:r>
          <w:r w:rsidR="00B83B05">
            <w:rPr>
              <w:rFonts w:ascii="Tahoma" w:hAnsi="Tahoma" w:cs="Tahoma"/>
            </w:rPr>
            <w:t>.</w:t>
          </w:r>
          <w:r w:rsidR="00045DBD">
            <w:rPr>
              <w:rFonts w:ascii="Tahoma" w:hAnsi="Tahoma" w:cs="Tahoma"/>
            </w:rPr>
            <w:t>:</w:t>
          </w:r>
        </w:p>
      </w:tc>
      <w:tc>
        <w:tcPr>
          <w:tcW w:w="1415" w:type="dxa"/>
          <w:shd w:val="clear" w:color="auto" w:fill="auto"/>
          <w:vAlign w:val="center"/>
        </w:tcPr>
        <w:p w14:paraId="0DB6A465" w14:textId="77777777" w:rsidR="00F430EA" w:rsidRPr="00666543" w:rsidRDefault="00F430EA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bookmarkStart w:id="25" w:name="SoftwareVersion"/>
          <w:bookmarkEnd w:id="25"/>
        </w:p>
      </w:tc>
    </w:tr>
  </w:tbl>
  <w:p w14:paraId="0C0A5555" w14:textId="77777777" w:rsidR="00F430EA" w:rsidRPr="00666543" w:rsidRDefault="00F430EA">
    <w:pPr>
      <w:pStyle w:val="Intestazione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B2537" w14:textId="77777777" w:rsidR="00B83B05" w:rsidRDefault="00B83B0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68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F00"/>
    <w:rsid w:val="0000069A"/>
    <w:rsid w:val="00001EE9"/>
    <w:rsid w:val="0001059F"/>
    <w:rsid w:val="00026964"/>
    <w:rsid w:val="00027D2D"/>
    <w:rsid w:val="00045DBD"/>
    <w:rsid w:val="000472F1"/>
    <w:rsid w:val="00052689"/>
    <w:rsid w:val="00057619"/>
    <w:rsid w:val="00074307"/>
    <w:rsid w:val="00081FD5"/>
    <w:rsid w:val="00082596"/>
    <w:rsid w:val="000875B4"/>
    <w:rsid w:val="000C1975"/>
    <w:rsid w:val="000E41DC"/>
    <w:rsid w:val="000E75EB"/>
    <w:rsid w:val="000F303D"/>
    <w:rsid w:val="00113EE1"/>
    <w:rsid w:val="00117142"/>
    <w:rsid w:val="00145042"/>
    <w:rsid w:val="00152C11"/>
    <w:rsid w:val="0016365E"/>
    <w:rsid w:val="00166D4E"/>
    <w:rsid w:val="001748CB"/>
    <w:rsid w:val="00182D40"/>
    <w:rsid w:val="0018338A"/>
    <w:rsid w:val="001941C5"/>
    <w:rsid w:val="001A5AAA"/>
    <w:rsid w:val="001A61EC"/>
    <w:rsid w:val="001B0437"/>
    <w:rsid w:val="001B130B"/>
    <w:rsid w:val="001D769D"/>
    <w:rsid w:val="001E1C4B"/>
    <w:rsid w:val="001F1C7B"/>
    <w:rsid w:val="001F5285"/>
    <w:rsid w:val="00210835"/>
    <w:rsid w:val="00213518"/>
    <w:rsid w:val="002227E8"/>
    <w:rsid w:val="00222F0D"/>
    <w:rsid w:val="002419F2"/>
    <w:rsid w:val="00262DC1"/>
    <w:rsid w:val="002D451B"/>
    <w:rsid w:val="002F2C78"/>
    <w:rsid w:val="00303D52"/>
    <w:rsid w:val="00314153"/>
    <w:rsid w:val="003220DF"/>
    <w:rsid w:val="00334A4C"/>
    <w:rsid w:val="0034547F"/>
    <w:rsid w:val="00361411"/>
    <w:rsid w:val="003840F8"/>
    <w:rsid w:val="00393BEF"/>
    <w:rsid w:val="003A5F8B"/>
    <w:rsid w:val="003A6327"/>
    <w:rsid w:val="003B6292"/>
    <w:rsid w:val="003E15EA"/>
    <w:rsid w:val="00414A46"/>
    <w:rsid w:val="00423DB6"/>
    <w:rsid w:val="00426C17"/>
    <w:rsid w:val="0047415A"/>
    <w:rsid w:val="00476A49"/>
    <w:rsid w:val="004842AB"/>
    <w:rsid w:val="004878EB"/>
    <w:rsid w:val="00491760"/>
    <w:rsid w:val="004C2BEC"/>
    <w:rsid w:val="004C2C2E"/>
    <w:rsid w:val="004C7FC9"/>
    <w:rsid w:val="004D4977"/>
    <w:rsid w:val="004D7E0C"/>
    <w:rsid w:val="00514947"/>
    <w:rsid w:val="00516AC6"/>
    <w:rsid w:val="005241B5"/>
    <w:rsid w:val="00531AC7"/>
    <w:rsid w:val="00550988"/>
    <w:rsid w:val="0055213A"/>
    <w:rsid w:val="00574798"/>
    <w:rsid w:val="00580D2F"/>
    <w:rsid w:val="005872FA"/>
    <w:rsid w:val="0059276B"/>
    <w:rsid w:val="005C105A"/>
    <w:rsid w:val="005C11B7"/>
    <w:rsid w:val="005E0C9B"/>
    <w:rsid w:val="006035E5"/>
    <w:rsid w:val="006056C2"/>
    <w:rsid w:val="00607A31"/>
    <w:rsid w:val="00616D5D"/>
    <w:rsid w:val="00620D56"/>
    <w:rsid w:val="0062112B"/>
    <w:rsid w:val="00622058"/>
    <w:rsid w:val="006276D1"/>
    <w:rsid w:val="00632758"/>
    <w:rsid w:val="0066645B"/>
    <w:rsid w:val="00666543"/>
    <w:rsid w:val="0068093D"/>
    <w:rsid w:val="00683F46"/>
    <w:rsid w:val="006846FD"/>
    <w:rsid w:val="006B10E4"/>
    <w:rsid w:val="006B1AD9"/>
    <w:rsid w:val="006F5582"/>
    <w:rsid w:val="0071449B"/>
    <w:rsid w:val="0072180F"/>
    <w:rsid w:val="00722826"/>
    <w:rsid w:val="00756C01"/>
    <w:rsid w:val="00766959"/>
    <w:rsid w:val="00770E66"/>
    <w:rsid w:val="00775B1E"/>
    <w:rsid w:val="00776CA9"/>
    <w:rsid w:val="007B0CA9"/>
    <w:rsid w:val="007B32C3"/>
    <w:rsid w:val="007B7FB6"/>
    <w:rsid w:val="007C3175"/>
    <w:rsid w:val="007C6DB5"/>
    <w:rsid w:val="007E02D0"/>
    <w:rsid w:val="007E4783"/>
    <w:rsid w:val="007F2D6C"/>
    <w:rsid w:val="007F4179"/>
    <w:rsid w:val="00800001"/>
    <w:rsid w:val="00815976"/>
    <w:rsid w:val="0082485D"/>
    <w:rsid w:val="00824959"/>
    <w:rsid w:val="00827DFC"/>
    <w:rsid w:val="008542CD"/>
    <w:rsid w:val="008639A3"/>
    <w:rsid w:val="00892231"/>
    <w:rsid w:val="008A2AFB"/>
    <w:rsid w:val="008C5D5C"/>
    <w:rsid w:val="008F4DA5"/>
    <w:rsid w:val="00920967"/>
    <w:rsid w:val="009338DE"/>
    <w:rsid w:val="009513FF"/>
    <w:rsid w:val="00960F92"/>
    <w:rsid w:val="00961B3A"/>
    <w:rsid w:val="009731C2"/>
    <w:rsid w:val="009815AD"/>
    <w:rsid w:val="009847DF"/>
    <w:rsid w:val="00992248"/>
    <w:rsid w:val="009A4FED"/>
    <w:rsid w:val="009D4279"/>
    <w:rsid w:val="009D5743"/>
    <w:rsid w:val="009D65C9"/>
    <w:rsid w:val="009E2834"/>
    <w:rsid w:val="009E493B"/>
    <w:rsid w:val="00A00F0D"/>
    <w:rsid w:val="00A0148E"/>
    <w:rsid w:val="00A55389"/>
    <w:rsid w:val="00A574BA"/>
    <w:rsid w:val="00A659DF"/>
    <w:rsid w:val="00A676ED"/>
    <w:rsid w:val="00A701C7"/>
    <w:rsid w:val="00A828DC"/>
    <w:rsid w:val="00A83F55"/>
    <w:rsid w:val="00AD0445"/>
    <w:rsid w:val="00AD3A52"/>
    <w:rsid w:val="00AD4712"/>
    <w:rsid w:val="00AD792C"/>
    <w:rsid w:val="00AF39A9"/>
    <w:rsid w:val="00B00A1E"/>
    <w:rsid w:val="00B12A7F"/>
    <w:rsid w:val="00B64D63"/>
    <w:rsid w:val="00B65F8A"/>
    <w:rsid w:val="00B83B05"/>
    <w:rsid w:val="00B84824"/>
    <w:rsid w:val="00B96C77"/>
    <w:rsid w:val="00B96E29"/>
    <w:rsid w:val="00B96F1C"/>
    <w:rsid w:val="00BB009A"/>
    <w:rsid w:val="00BB0135"/>
    <w:rsid w:val="00BB1871"/>
    <w:rsid w:val="00BB78A6"/>
    <w:rsid w:val="00BC0CF9"/>
    <w:rsid w:val="00BC49DE"/>
    <w:rsid w:val="00BD14B2"/>
    <w:rsid w:val="00BD16B7"/>
    <w:rsid w:val="00BE1690"/>
    <w:rsid w:val="00BF175F"/>
    <w:rsid w:val="00BF5D29"/>
    <w:rsid w:val="00C00606"/>
    <w:rsid w:val="00C00648"/>
    <w:rsid w:val="00C065D2"/>
    <w:rsid w:val="00C15B3E"/>
    <w:rsid w:val="00C16D0B"/>
    <w:rsid w:val="00C2177D"/>
    <w:rsid w:val="00C513D6"/>
    <w:rsid w:val="00C5421C"/>
    <w:rsid w:val="00C57BAD"/>
    <w:rsid w:val="00C6703F"/>
    <w:rsid w:val="00C8483F"/>
    <w:rsid w:val="00CA1DF7"/>
    <w:rsid w:val="00CB4E11"/>
    <w:rsid w:val="00CC0CED"/>
    <w:rsid w:val="00CC1C5F"/>
    <w:rsid w:val="00CC5CC1"/>
    <w:rsid w:val="00CE259F"/>
    <w:rsid w:val="00CE6457"/>
    <w:rsid w:val="00CF5C6D"/>
    <w:rsid w:val="00D0549C"/>
    <w:rsid w:val="00D06845"/>
    <w:rsid w:val="00D15F00"/>
    <w:rsid w:val="00D275CE"/>
    <w:rsid w:val="00D30F66"/>
    <w:rsid w:val="00D6315A"/>
    <w:rsid w:val="00D70E38"/>
    <w:rsid w:val="00D77C20"/>
    <w:rsid w:val="00D82962"/>
    <w:rsid w:val="00DA72BD"/>
    <w:rsid w:val="00DB3666"/>
    <w:rsid w:val="00DC295C"/>
    <w:rsid w:val="00DD4059"/>
    <w:rsid w:val="00DE4A34"/>
    <w:rsid w:val="00DF6C47"/>
    <w:rsid w:val="00E06D98"/>
    <w:rsid w:val="00E15477"/>
    <w:rsid w:val="00E37E03"/>
    <w:rsid w:val="00E54137"/>
    <w:rsid w:val="00E61C3F"/>
    <w:rsid w:val="00E644FA"/>
    <w:rsid w:val="00E73D88"/>
    <w:rsid w:val="00E7490A"/>
    <w:rsid w:val="00E971DC"/>
    <w:rsid w:val="00EA090B"/>
    <w:rsid w:val="00EA0E88"/>
    <w:rsid w:val="00EB2FBE"/>
    <w:rsid w:val="00EC092F"/>
    <w:rsid w:val="00ED0070"/>
    <w:rsid w:val="00ED12A2"/>
    <w:rsid w:val="00ED4EC9"/>
    <w:rsid w:val="00EE08EA"/>
    <w:rsid w:val="00F0210C"/>
    <w:rsid w:val="00F04A80"/>
    <w:rsid w:val="00F07D68"/>
    <w:rsid w:val="00F10CFC"/>
    <w:rsid w:val="00F20901"/>
    <w:rsid w:val="00F2183F"/>
    <w:rsid w:val="00F255F8"/>
    <w:rsid w:val="00F30EDB"/>
    <w:rsid w:val="00F36144"/>
    <w:rsid w:val="00F42969"/>
    <w:rsid w:val="00F430EA"/>
    <w:rsid w:val="00F45E73"/>
    <w:rsid w:val="00F873B6"/>
    <w:rsid w:val="00FA0F72"/>
    <w:rsid w:val="00FB2987"/>
    <w:rsid w:val="00FD5C1D"/>
    <w:rsid w:val="00FD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4C7F515"/>
  <w15:chartTrackingRefBased/>
  <w15:docId w15:val="{80884A66-1960-42A5-BDE9-235F5D9B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30E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430EA"/>
    <w:rPr>
      <w:sz w:val="22"/>
      <w:szCs w:val="22"/>
      <w:lang w:eastAsia="en-US"/>
    </w:rPr>
  </w:style>
  <w:style w:type="character" w:styleId="Riferimentointenso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F430EA"/>
    <w:rPr>
      <w:b/>
      <w:bCs/>
      <w:i/>
      <w:iCs/>
      <w:spacing w:val="5"/>
    </w:rPr>
  </w:style>
  <w:style w:type="character" w:styleId="Enfasigrassetto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Titolo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colato\Desktop\WindowsApplication10\bin\Debug\CondDimDDPS_UK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6852C-5850-486E-8B96-662A8EE1A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CondDimDDPS_UK.dot</Template>
  <TotalTime>158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78</cp:revision>
  <dcterms:created xsi:type="dcterms:W3CDTF">2019-03-30T09:33:00Z</dcterms:created>
  <dcterms:modified xsi:type="dcterms:W3CDTF">2024-10-01T11:08:00Z</dcterms:modified>
</cp:coreProperties>
</file>